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E767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Γ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F160D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F160DC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Γ5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F160DC" w:rsidRPr="00F160DC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Ο2.Ε30 </w:t>
            </w:r>
            <w:bookmarkStart w:id="0" w:name="_GoBack"/>
            <w:bookmarkEnd w:id="0"/>
            <w:r w:rsidR="00F160DC" w:rsidRPr="00F160DC">
              <w:rPr>
                <w:rFonts w:ascii="Calibri" w:eastAsia="Times New Roman" w:hAnsi="Calibri" w:cs="Calibri"/>
                <w:b/>
                <w:bCs/>
                <w:color w:val="000000"/>
                <w:lang w:val="en-GB" w:eastAsia="el-GR"/>
              </w:rPr>
              <w:t>PROJECTOR</w:t>
            </w:r>
            <w:r w:rsidR="00F160DC" w:rsidRPr="00F160DC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Τύπου 05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F160DC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F160DC" w:rsidRPr="00DF25B3" w:rsidRDefault="00F160DC" w:rsidP="00F160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0DC" w:rsidRPr="00FE320D" w:rsidRDefault="00F160DC" w:rsidP="00F160DC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Ανάλυση οθόνης: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UltraHD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/4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K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(2160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p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)</w:t>
            </w:r>
          </w:p>
        </w:tc>
        <w:tc>
          <w:tcPr>
            <w:tcW w:w="1441" w:type="dxa"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F160DC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F160DC" w:rsidRPr="00DF25B3" w:rsidRDefault="00F160DC" w:rsidP="00F160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0DC" w:rsidRPr="00DF25B3" w:rsidRDefault="00F160DC" w:rsidP="00F160DC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Μέγιστη Ανάλυση: 3840 x 2160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pixels</w:t>
            </w:r>
            <w:proofErr w:type="spellEnd"/>
          </w:p>
        </w:tc>
        <w:tc>
          <w:tcPr>
            <w:tcW w:w="1441" w:type="dxa"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F160DC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F160DC" w:rsidRPr="00DF25B3" w:rsidRDefault="00F160DC" w:rsidP="00F160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0DC" w:rsidRPr="00DF25B3" w:rsidRDefault="00F160DC" w:rsidP="00F160DC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Φωτεινότητα εικόνας : 1700 ISO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Lumens</w:t>
            </w:r>
            <w:proofErr w:type="spellEnd"/>
          </w:p>
        </w:tc>
        <w:tc>
          <w:tcPr>
            <w:tcW w:w="1441" w:type="dxa"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F160DC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F160DC" w:rsidRPr="00DF25B3" w:rsidRDefault="00F160DC" w:rsidP="00F160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0DC" w:rsidRPr="00DF25B3" w:rsidRDefault="00F160DC" w:rsidP="00F160DC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Τύπος λυχνίας: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Dual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Light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2.0</w:t>
            </w:r>
          </w:p>
        </w:tc>
        <w:tc>
          <w:tcPr>
            <w:tcW w:w="1441" w:type="dxa"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F160DC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F160DC" w:rsidRPr="00DF25B3" w:rsidRDefault="00F160DC" w:rsidP="00F160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0DC" w:rsidRPr="00DF25B3" w:rsidRDefault="00F160DC" w:rsidP="00F160DC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Διάρκεια Λυχνίας: 20.000h</w:t>
            </w:r>
          </w:p>
        </w:tc>
        <w:tc>
          <w:tcPr>
            <w:tcW w:w="1441" w:type="dxa"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F160DC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F160DC" w:rsidRPr="00DF25B3" w:rsidRDefault="00F160DC" w:rsidP="00F160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0DC" w:rsidRPr="00DF25B3" w:rsidRDefault="00F160DC" w:rsidP="00F160DC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Format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Προβολής: 16:09</w:t>
            </w:r>
          </w:p>
        </w:tc>
        <w:tc>
          <w:tcPr>
            <w:tcW w:w="1441" w:type="dxa"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F160DC" w:rsidRPr="00EF62A6" w:rsidTr="003617D8">
        <w:trPr>
          <w:trHeight w:val="85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F160DC" w:rsidRPr="00DF25B3" w:rsidRDefault="00F160DC" w:rsidP="00F160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0DC" w:rsidRPr="00DF25B3" w:rsidRDefault="00F160DC" w:rsidP="00F160DC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Συνδεσιμότητα</w:t>
            </w:r>
          </w:p>
        </w:tc>
        <w:tc>
          <w:tcPr>
            <w:tcW w:w="1441" w:type="dxa"/>
          </w:tcPr>
          <w:p w:rsidR="00F160DC" w:rsidRPr="00EF62A6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F160DC" w:rsidRPr="00EF62A6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F160DC" w:rsidRPr="00EF62A6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  <w:tr w:rsidR="00F160DC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F160DC" w:rsidRPr="00DF25B3" w:rsidRDefault="00F160DC" w:rsidP="00F160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0DC" w:rsidRPr="00DF25B3" w:rsidRDefault="00F160DC" w:rsidP="00F160DC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HDMI*1, Θύρες USB:x2</w:t>
            </w:r>
          </w:p>
        </w:tc>
        <w:tc>
          <w:tcPr>
            <w:tcW w:w="1441" w:type="dxa"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F160DC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F160DC" w:rsidRPr="00C60E4A" w:rsidRDefault="00F160DC" w:rsidP="00F160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0DC" w:rsidRPr="005019CC" w:rsidRDefault="00F160DC" w:rsidP="00F160DC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proofErr w:type="spellStart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>WiFi</w:t>
            </w:r>
            <w:proofErr w:type="spellEnd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>: (802.11 b/g/n) dual band (2.4G + 5G)</w:t>
            </w:r>
          </w:p>
        </w:tc>
        <w:tc>
          <w:tcPr>
            <w:tcW w:w="1441" w:type="dxa"/>
          </w:tcPr>
          <w:p w:rsidR="00F160DC" w:rsidRDefault="00F160DC" w:rsidP="00F160DC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F160DC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F160DC" w:rsidRPr="00C60E4A" w:rsidRDefault="00F160DC" w:rsidP="00F160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0DC" w:rsidRPr="00DF25B3" w:rsidRDefault="00F160DC" w:rsidP="00F160DC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Bluetooth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: 5.1</w:t>
            </w:r>
          </w:p>
        </w:tc>
        <w:tc>
          <w:tcPr>
            <w:tcW w:w="1441" w:type="dxa"/>
          </w:tcPr>
          <w:p w:rsidR="00F160DC" w:rsidRDefault="00F160DC" w:rsidP="00F160DC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F160DC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F160DC" w:rsidRPr="00C60E4A" w:rsidRDefault="00F160DC" w:rsidP="00F160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0DC" w:rsidRPr="00DF25B3" w:rsidRDefault="00F160DC" w:rsidP="00F160DC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Υποστηριζόμενες αναλογίες εικόνας: 4:3</w:t>
            </w:r>
          </w:p>
        </w:tc>
        <w:tc>
          <w:tcPr>
            <w:tcW w:w="1441" w:type="dxa"/>
          </w:tcPr>
          <w:p w:rsidR="00F160DC" w:rsidRDefault="00F160DC" w:rsidP="00F160DC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F160DC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F160DC" w:rsidRPr="00C60E4A" w:rsidRDefault="00F160DC" w:rsidP="00F160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0DC" w:rsidRPr="00DF25B3" w:rsidRDefault="00F160DC" w:rsidP="00F160DC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Εσωτερικό ηχείο: x2</w:t>
            </w:r>
          </w:p>
        </w:tc>
        <w:tc>
          <w:tcPr>
            <w:tcW w:w="1441" w:type="dxa"/>
          </w:tcPr>
          <w:p w:rsidR="00F160DC" w:rsidRDefault="00F160DC" w:rsidP="00F160DC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F160DC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F160DC" w:rsidRPr="00C60E4A" w:rsidRDefault="00F160DC" w:rsidP="00F160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0DC" w:rsidRPr="00DF25B3" w:rsidRDefault="00F160DC" w:rsidP="00F160DC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Ισχύς ηχείων: 12W</w:t>
            </w:r>
          </w:p>
        </w:tc>
        <w:tc>
          <w:tcPr>
            <w:tcW w:w="1441" w:type="dxa"/>
          </w:tcPr>
          <w:p w:rsidR="00F160DC" w:rsidRDefault="00F160DC" w:rsidP="00F160DC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F160DC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F160DC" w:rsidRPr="00C60E4A" w:rsidRDefault="00F160DC" w:rsidP="00F160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0DC" w:rsidRPr="00DF25B3" w:rsidRDefault="00F160DC" w:rsidP="00F160DC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Ρύθμιση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Keystone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: 4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points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correction</w:t>
            </w:r>
            <w:proofErr w:type="spellEnd"/>
          </w:p>
        </w:tc>
        <w:tc>
          <w:tcPr>
            <w:tcW w:w="1441" w:type="dxa"/>
          </w:tcPr>
          <w:p w:rsidR="00F160DC" w:rsidRDefault="00F160DC" w:rsidP="00F160DC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F160DC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F160DC" w:rsidRPr="00684924" w:rsidRDefault="00F160DC" w:rsidP="00F160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0DC" w:rsidRPr="00FE320D" w:rsidRDefault="00F160DC" w:rsidP="00F160DC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Πηγή τροφοδοσίας: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AC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100-240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V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, 50/60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Hz</w:t>
            </w:r>
          </w:p>
        </w:tc>
        <w:tc>
          <w:tcPr>
            <w:tcW w:w="1441" w:type="dxa"/>
          </w:tcPr>
          <w:p w:rsidR="00F160DC" w:rsidRDefault="00F160DC" w:rsidP="00F160DC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F160DC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F160DC" w:rsidRPr="00684924" w:rsidRDefault="00F160DC" w:rsidP="00F160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0DC" w:rsidRPr="005019CC" w:rsidRDefault="00F160DC" w:rsidP="00F160DC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Πρόσθετα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χαρακτηριστικά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: Dual Light 2.0: Tri-Color </w:t>
            </w:r>
            <w:proofErr w:type="spellStart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>Laser+LED</w:t>
            </w:r>
            <w:proofErr w:type="spellEnd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>, Dolby Vision Certified</w:t>
            </w:r>
          </w:p>
        </w:tc>
        <w:tc>
          <w:tcPr>
            <w:tcW w:w="1441" w:type="dxa"/>
          </w:tcPr>
          <w:p w:rsidR="00F160DC" w:rsidRDefault="00F160DC" w:rsidP="00F160DC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F160DC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F160DC" w:rsidRPr="00684924" w:rsidRDefault="00F160DC" w:rsidP="00F160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0DC" w:rsidRPr="005019CC" w:rsidRDefault="00F160DC" w:rsidP="00F160DC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Η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συσκευασία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περιλαμβάνει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>: Power Plug x1, Manual x1, Warranty Card x1, Bluetooth Remote Control x1, AAA Batteries x2</w:t>
            </w:r>
          </w:p>
        </w:tc>
        <w:tc>
          <w:tcPr>
            <w:tcW w:w="1441" w:type="dxa"/>
          </w:tcPr>
          <w:p w:rsidR="00F160DC" w:rsidRDefault="00F160DC" w:rsidP="00F160DC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F160DC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F160DC" w:rsidRPr="00684924" w:rsidRDefault="00F160DC" w:rsidP="00F160D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160DC" w:rsidRPr="00DF25B3" w:rsidRDefault="00F160DC" w:rsidP="00F160DC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Εγγύηση &gt;= 2Υ </w:t>
            </w:r>
          </w:p>
        </w:tc>
        <w:tc>
          <w:tcPr>
            <w:tcW w:w="1441" w:type="dxa"/>
          </w:tcPr>
          <w:p w:rsidR="00F160DC" w:rsidRDefault="00F160DC" w:rsidP="00F160DC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F160DC" w:rsidRPr="00DF25B3" w:rsidRDefault="00F160DC" w:rsidP="00F160D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B6EAB"/>
    <w:rsid w:val="001E6292"/>
    <w:rsid w:val="002B7ED1"/>
    <w:rsid w:val="00305264"/>
    <w:rsid w:val="00406FB0"/>
    <w:rsid w:val="00633A63"/>
    <w:rsid w:val="00671793"/>
    <w:rsid w:val="00684924"/>
    <w:rsid w:val="00A40B4A"/>
    <w:rsid w:val="00C60E4A"/>
    <w:rsid w:val="00E76764"/>
    <w:rsid w:val="00EB2777"/>
    <w:rsid w:val="00F1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70D3C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1</Pages>
  <Words>146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2025-09-10T07:37:00Z</dcterms:created>
  <dcterms:modified xsi:type="dcterms:W3CDTF">2025-09-10T07:37:00Z</dcterms:modified>
</cp:coreProperties>
</file>